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10BD4" w14:textId="77777777" w:rsidR="00B15585" w:rsidRPr="00B15585" w:rsidRDefault="00B15585" w:rsidP="00B15585">
      <w:pPr>
        <w:pStyle w:val="NoSpacing"/>
        <w:spacing w:line="276" w:lineRule="auto"/>
        <w:rPr>
          <w:rFonts w:ascii="Segoe UI" w:hAnsi="Segoe UI" w:cs="Segoe UI"/>
          <w:b/>
          <w:i/>
          <w:color w:val="231F20"/>
          <w:sz w:val="20"/>
          <w:szCs w:val="20"/>
        </w:rPr>
      </w:pP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Please input text directly onto this form. </w:t>
      </w:r>
      <w:r w:rsidR="00576940">
        <w:rPr>
          <w:rFonts w:ascii="Segoe UI" w:hAnsi="Segoe UI" w:cs="Segoe UI"/>
          <w:i/>
          <w:color w:val="231F20"/>
          <w:sz w:val="20"/>
          <w:szCs w:val="20"/>
        </w:rPr>
        <w:t>Sign the</w:t>
      </w: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 form </w:t>
      </w:r>
      <w:r w:rsidR="00F74061">
        <w:rPr>
          <w:rFonts w:ascii="Segoe UI" w:hAnsi="Segoe UI" w:cs="Segoe UI"/>
          <w:i/>
          <w:color w:val="231F20"/>
          <w:sz w:val="20"/>
          <w:szCs w:val="20"/>
        </w:rPr>
        <w:t>and include a</w:t>
      </w: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 copy with the complete grant packet. </w:t>
      </w:r>
    </w:p>
    <w:p w14:paraId="427F9FA7" w14:textId="77777777" w:rsid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351CA921" w14:textId="77777777" w:rsidR="003F1050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Date of Application:</w:t>
      </w:r>
      <w:r w:rsidR="003F1050" w:rsidRPr="00B15585">
        <w:rPr>
          <w:rFonts w:ascii="Segoe UI" w:hAnsi="Segoe UI" w:cs="Segoe UI"/>
          <w:color w:val="231F20"/>
        </w:rPr>
        <w:t xml:space="preserve"> </w:t>
      </w:r>
    </w:p>
    <w:p w14:paraId="27911A33" w14:textId="77777777" w:rsidR="003F1050" w:rsidRPr="00B15585" w:rsidRDefault="003F1050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04A6EDBF" w14:textId="77777777" w:rsidR="001B02CB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Legal Name of Organization</w:t>
      </w:r>
      <w:r w:rsidR="00B15585">
        <w:rPr>
          <w:rFonts w:ascii="Segoe UI" w:hAnsi="Segoe UI" w:cs="Segoe UI"/>
          <w:color w:val="231F20"/>
        </w:rPr>
        <w:t xml:space="preserve"> </w:t>
      </w:r>
      <w:r w:rsidR="00B15585" w:rsidRPr="00B15585">
        <w:rPr>
          <w:rFonts w:ascii="Segoe UI" w:hAnsi="Segoe UI" w:cs="Segoe UI"/>
          <w:i/>
          <w:color w:val="231F20"/>
        </w:rPr>
        <w:t xml:space="preserve">(Should be the same as on IRS determination letter </w:t>
      </w:r>
      <w:r w:rsidR="00B15585">
        <w:rPr>
          <w:rFonts w:ascii="Segoe UI" w:hAnsi="Segoe UI" w:cs="Segoe UI"/>
          <w:i/>
          <w:color w:val="231F20"/>
        </w:rPr>
        <w:t>and as supplied on IRS Form 990</w:t>
      </w:r>
      <w:r w:rsidR="00F74061">
        <w:rPr>
          <w:rFonts w:ascii="Segoe UI" w:hAnsi="Segoe UI" w:cs="Segoe UI"/>
          <w:i/>
          <w:color w:val="231F20"/>
        </w:rPr>
        <w:t>)</w:t>
      </w:r>
      <w:r w:rsidR="00B15585" w:rsidRPr="00B15585">
        <w:rPr>
          <w:rFonts w:ascii="Segoe UI" w:hAnsi="Segoe UI" w:cs="Segoe UI"/>
          <w:color w:val="231F20"/>
        </w:rPr>
        <w:t>:</w:t>
      </w:r>
      <w:r w:rsidR="00A52DD2">
        <w:rPr>
          <w:rFonts w:ascii="Segoe UI" w:hAnsi="Segoe UI" w:cs="Segoe UI"/>
          <w:color w:val="231F20"/>
        </w:rPr>
        <w:t xml:space="preserve"> </w:t>
      </w:r>
    </w:p>
    <w:p w14:paraId="12FB7C5A" w14:textId="77777777" w:rsidR="00B15585" w:rsidRP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54DE3281" w14:textId="77777777" w:rsidR="009A03F2" w:rsidRPr="00B15585" w:rsidRDefault="009A03F2" w:rsidP="000F2C96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Tax Identification Number: </w:t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</w:rPr>
        <w:t>Year Founded:</w:t>
      </w:r>
    </w:p>
    <w:p w14:paraId="6B446656" w14:textId="77777777"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14:paraId="3A16EB87" w14:textId="77777777" w:rsidR="001B02CB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  <w:u w:val="single"/>
        </w:rPr>
      </w:pPr>
      <w:r w:rsidRPr="00B15585">
        <w:rPr>
          <w:rFonts w:ascii="Segoe UI" w:hAnsi="Segoe UI" w:cs="Segoe UI"/>
          <w:color w:val="231F20"/>
        </w:rPr>
        <w:t xml:space="preserve">DBA (if applicable): 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  <w:u w:val="single"/>
        </w:rPr>
        <w:t xml:space="preserve"> </w:t>
      </w:r>
    </w:p>
    <w:p w14:paraId="1C565E4E" w14:textId="77777777" w:rsid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386C9C05" w14:textId="77777777" w:rsidR="00B15585" w:rsidRDefault="00F22324" w:rsidP="00B15585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Cu</w:t>
      </w:r>
      <w:r w:rsidR="00B15585">
        <w:rPr>
          <w:rFonts w:ascii="Segoe UI" w:hAnsi="Segoe UI" w:cs="Segoe UI"/>
          <w:color w:val="231F20"/>
        </w:rPr>
        <w:t xml:space="preserve">rrent Annual Operating Budget: </w:t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</w:rPr>
        <w:t xml:space="preserve">Amount Requested: </w:t>
      </w:r>
    </w:p>
    <w:p w14:paraId="39AA42CF" w14:textId="77777777" w:rsidR="001B02CB" w:rsidRPr="00B15585" w:rsidRDefault="001B02CB" w:rsidP="000F2C96">
      <w:pPr>
        <w:pStyle w:val="NoSpacing"/>
        <w:spacing w:line="276" w:lineRule="auto"/>
        <w:rPr>
          <w:rFonts w:ascii="Segoe UI" w:hAnsi="Segoe UI" w:cs="Segoe UI"/>
          <w:color w:val="808080"/>
        </w:rPr>
      </w:pPr>
    </w:p>
    <w:p w14:paraId="53D1D49E" w14:textId="77777777"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>Executive Director/CEO</w:t>
      </w:r>
      <w:r w:rsidR="001B02CB" w:rsidRPr="00B15585">
        <w:rPr>
          <w:rFonts w:ascii="Segoe UI" w:hAnsi="Segoe UI" w:cs="Segoe UI"/>
          <w:color w:val="231F20"/>
        </w:rPr>
        <w:t>:</w:t>
      </w:r>
      <w:r w:rsidR="003F1050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Email</w:t>
      </w:r>
      <w:r w:rsidR="003F1050" w:rsidRPr="00B15585">
        <w:rPr>
          <w:rFonts w:ascii="Segoe UI" w:hAnsi="Segoe UI" w:cs="Segoe UI"/>
          <w:color w:val="231F20"/>
        </w:rPr>
        <w:t xml:space="preserve">: </w:t>
      </w:r>
    </w:p>
    <w:p w14:paraId="33D68DF0" w14:textId="77777777"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14:paraId="490FF02D" w14:textId="77777777" w:rsidR="000F2C96" w:rsidRP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Contact Person/Title (if different from Executive Director</w:t>
      </w:r>
      <w:r w:rsidR="00A52DD2">
        <w:rPr>
          <w:rFonts w:ascii="Segoe UI" w:hAnsi="Segoe UI" w:cs="Segoe UI"/>
          <w:color w:val="231F20"/>
        </w:rPr>
        <w:t>/CEO</w:t>
      </w:r>
      <w:r w:rsidRPr="00B15585">
        <w:rPr>
          <w:rFonts w:ascii="Segoe UI" w:hAnsi="Segoe UI" w:cs="Segoe UI"/>
          <w:color w:val="231F20"/>
        </w:rPr>
        <w:t xml:space="preserve">): </w:t>
      </w:r>
    </w:p>
    <w:p w14:paraId="037DCCD6" w14:textId="77777777" w:rsidR="003F1050" w:rsidRPr="00B15585" w:rsidRDefault="000F2C96" w:rsidP="00B15585">
      <w:pPr>
        <w:pStyle w:val="NoSpacing"/>
        <w:spacing w:line="360" w:lineRule="auto"/>
        <w:rPr>
          <w:rFonts w:ascii="Segoe UI" w:hAnsi="Segoe UI" w:cs="Segoe UI"/>
          <w:color w:val="231F20"/>
          <w:u w:val="single" w:color="221E1F"/>
        </w:rPr>
      </w:pPr>
      <w:r w:rsidRPr="00B15585">
        <w:rPr>
          <w:rFonts w:ascii="Segoe UI" w:hAnsi="Segoe UI" w:cs="Segoe UI"/>
          <w:color w:val="231F20"/>
        </w:rPr>
        <w:t xml:space="preserve">Name: 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Title: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14:paraId="0C27E318" w14:textId="77777777" w:rsid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Phone</w:t>
      </w:r>
      <w:r w:rsidR="003F1050" w:rsidRPr="00B15585">
        <w:rPr>
          <w:rFonts w:ascii="Segoe UI" w:hAnsi="Segoe UI" w:cs="Segoe UI"/>
          <w:color w:val="231F20"/>
        </w:rPr>
        <w:t>: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Email</w:t>
      </w:r>
      <w:r w:rsidR="000F2C96" w:rsidRPr="00B15585">
        <w:rPr>
          <w:rFonts w:ascii="Segoe UI" w:hAnsi="Segoe UI" w:cs="Segoe UI"/>
          <w:color w:val="231F20"/>
        </w:rPr>
        <w:t>: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14:paraId="713FCFC8" w14:textId="77777777"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Address </w:t>
      </w:r>
      <w:r w:rsidR="000F2C96" w:rsidRPr="00B15585">
        <w:rPr>
          <w:rFonts w:ascii="Segoe UI" w:hAnsi="Segoe UI" w:cs="Segoe UI"/>
          <w:color w:val="231F20"/>
        </w:rPr>
        <w:t>(principal office/mailing</w:t>
      </w:r>
      <w:r w:rsidRPr="00B15585">
        <w:rPr>
          <w:rFonts w:ascii="Segoe UI" w:hAnsi="Segoe UI" w:cs="Segoe UI"/>
          <w:color w:val="231F20"/>
        </w:rPr>
        <w:t xml:space="preserve">): 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B15585">
        <w:rPr>
          <w:rFonts w:ascii="Segoe UI" w:hAnsi="Segoe UI" w:cs="Segoe UI"/>
          <w:color w:val="231F20"/>
        </w:rPr>
        <w:tab/>
      </w:r>
    </w:p>
    <w:p w14:paraId="3813111C" w14:textId="77777777"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>City: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>CA</w:t>
      </w:r>
      <w:bookmarkStart w:id="0" w:name="_GoBack"/>
      <w:bookmarkEnd w:id="0"/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Zip</w:t>
      </w:r>
      <w:r w:rsidR="001B02CB" w:rsidRPr="00B15585">
        <w:rPr>
          <w:rFonts w:ascii="Segoe UI" w:hAnsi="Segoe UI" w:cs="Segoe UI"/>
          <w:color w:val="231F20"/>
        </w:rPr>
        <w:t xml:space="preserve">:  </w:t>
      </w:r>
      <w:r w:rsidR="00B15585">
        <w:rPr>
          <w:rFonts w:ascii="Segoe UI" w:hAnsi="Segoe UI" w:cs="Segoe UI"/>
          <w:color w:val="231F20"/>
        </w:rPr>
        <w:tab/>
      </w:r>
    </w:p>
    <w:p w14:paraId="4E8436EA" w14:textId="77777777"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Phone: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Fax: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B15585">
        <w:rPr>
          <w:rFonts w:ascii="Segoe UI" w:hAnsi="Segoe UI" w:cs="Segoe UI"/>
          <w:color w:val="231F20"/>
        </w:rPr>
        <w:tab/>
      </w:r>
    </w:p>
    <w:p w14:paraId="413B7D62" w14:textId="77777777"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Website: </w:t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14:paraId="2245F24B" w14:textId="77777777"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 xml:space="preserve">Executive Summary of Request: </w:t>
      </w:r>
    </w:p>
    <w:p w14:paraId="706CEAFB" w14:textId="77777777"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1D7F80D1" w14:textId="77777777"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14:paraId="3F7D9F7A" w14:textId="77777777"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14:paraId="515BE515" w14:textId="77777777"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14:paraId="4D7047B2" w14:textId="77777777" w:rsidR="00B15585" w:rsidRDefault="00B15585" w:rsidP="000F2C96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14:paraId="677B552C" w14:textId="77777777" w:rsidR="0059366C" w:rsidRDefault="0059366C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14:paraId="017F6D34" w14:textId="77777777" w:rsidR="000F2C96" w:rsidRDefault="00F74061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  <w:r w:rsidRPr="00B15585">
        <w:rPr>
          <w:rFonts w:ascii="Segoe UI" w:hAnsi="Segoe UI" w:cs="Segoe UI"/>
          <w:b/>
          <w:bCs/>
          <w:smallCaps/>
          <w:color w:val="002A55"/>
        </w:rPr>
        <w:t>I</w:t>
      </w:r>
      <w:r w:rsidRPr="00B15585">
        <w:rPr>
          <w:rFonts w:ascii="Segoe UI" w:hAnsi="Segoe UI" w:cs="Segoe UI"/>
          <w:b/>
          <w:bCs/>
          <w:smallCaps/>
          <w:color w:val="002A55"/>
          <w:spacing w:val="-13"/>
        </w:rPr>
        <w:t xml:space="preserve"> </w:t>
      </w:r>
      <w:r>
        <w:rPr>
          <w:rFonts w:ascii="Segoe UI" w:hAnsi="Segoe UI" w:cs="Segoe UI"/>
          <w:b/>
          <w:bCs/>
          <w:smallCaps/>
          <w:color w:val="002A55"/>
          <w:spacing w:val="-13"/>
        </w:rPr>
        <w:t>certify</w:t>
      </w:r>
      <w:r w:rsidR="00F22324" w:rsidRPr="00B15585">
        <w:rPr>
          <w:rFonts w:ascii="Segoe UI" w:hAnsi="Segoe UI" w:cs="Segoe UI"/>
          <w:b/>
          <w:bCs/>
          <w:smallCaps/>
          <w:color w:val="002A55"/>
        </w:rPr>
        <w:t>,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8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5"/>
        </w:rPr>
        <w:t>t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o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3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the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6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b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2"/>
        </w:rPr>
        <w:t>e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3"/>
        </w:rPr>
        <w:t>s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t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20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of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4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my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5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kn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2"/>
        </w:rPr>
        <w:t>o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wledge,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23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  <w:w w:val="104"/>
        </w:rPr>
        <w:t>th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13"/>
          <w:w w:val="104"/>
        </w:rPr>
        <w:t>a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1"/>
          <w:w w:val="104"/>
        </w:rPr>
        <w:t>t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 xml:space="preserve"> all information provided in the enclosed application and summary are true and correct:</w:t>
      </w:r>
    </w:p>
    <w:p w14:paraId="108D0CCE" w14:textId="77777777" w:rsidR="00B15585" w:rsidRDefault="00B15585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14:paraId="0E30F50F" w14:textId="77777777" w:rsidR="00B15585" w:rsidRDefault="00273348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E5B2FFF" wp14:editId="4B4D13A1">
                <wp:simplePos x="0" y="0"/>
                <wp:positionH relativeFrom="page">
                  <wp:posOffset>914400</wp:posOffset>
                </wp:positionH>
                <wp:positionV relativeFrom="paragraph">
                  <wp:posOffset>170815</wp:posOffset>
                </wp:positionV>
                <wp:extent cx="5727700" cy="45085"/>
                <wp:effectExtent l="0" t="0" r="0" b="0"/>
                <wp:wrapNone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7700" cy="45085"/>
                          <a:chOff x="0" y="0"/>
                          <a:chExt cx="7920" cy="2"/>
                        </a:xfrm>
                      </wpg:grpSpPr>
                      <wps:wsp>
                        <wps:cNvPr id="2" name="Freeform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920" cy="2"/>
                          </a:xfrm>
                          <a:custGeom>
                            <a:avLst/>
                            <a:gdLst>
                              <a:gd name="T0" fmla="+- 0 2880 2880"/>
                              <a:gd name="T1" fmla="*/ T0 w 7920"/>
                              <a:gd name="T2" fmla="+- 0 10800 2880"/>
                              <a:gd name="T3" fmla="*/ T2 w 7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20">
                                <a:moveTo>
                                  <a:pt x="0" y="0"/>
                                </a:moveTo>
                                <a:lnTo>
                                  <a:pt x="7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B2C666" w14:textId="77777777" w:rsidR="00A81F27" w:rsidRDefault="00A81F27" w:rsidP="00B155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B2FFF" id="Group 232" o:spid="_x0000_s1026" style="position:absolute;margin-left:1in;margin-top:13.45pt;width:451pt;height:3.55pt;z-index:-251657216;mso-position-horizontal-relative:page" coordsize="792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">
                <v:shape id="Freeform 2" o:spid="_x0000_s1027" style="position:absolute;width:7920;height:2;visibility:visible;mso-wrap-style:square;v-text-anchor:top" coordsize="7920,2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" adj="-11796480,,5400" path="m,l7920,e" filled="f" strokecolor="#231f20" strokeweight=".48pt">
                  <v:stroke joinstyle="round"/>
                  <v:formulas/>
                  <v:path arrowok="t" o:connecttype="custom" o:connectlocs="0,0;7920,0" o:connectangles="0,0" textboxrect="0,0,7920,2"/>
                  <v:textbox>
                    <w:txbxContent>
                      <w:p w14:paraId="2CB2C666" w14:textId="77777777" w:rsidR="00A81F27" w:rsidRDefault="00A81F27" w:rsidP="00B15585"/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736049A" w14:textId="77777777" w:rsidR="00B15585" w:rsidRPr="00B15585" w:rsidRDefault="00B15585" w:rsidP="00B15585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bCs/>
          <w:color w:val="002A55"/>
        </w:rPr>
        <w:t xml:space="preserve">Signature, </w:t>
      </w:r>
      <w:r>
        <w:rPr>
          <w:rFonts w:ascii="Segoe UI" w:hAnsi="Segoe UI" w:cs="Segoe UI"/>
          <w:bCs/>
          <w:color w:val="002A55"/>
        </w:rPr>
        <w:t>T</w:t>
      </w:r>
      <w:r w:rsidRPr="00B15585">
        <w:rPr>
          <w:rFonts w:ascii="Segoe UI" w:hAnsi="Segoe UI" w:cs="Segoe UI"/>
          <w:bCs/>
          <w:color w:val="002A55"/>
        </w:rPr>
        <w:t>itle, Date</w:t>
      </w:r>
    </w:p>
    <w:sectPr w:rsidR="00B15585" w:rsidRPr="00B15585" w:rsidSect="00B1558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3271B" w14:textId="77777777" w:rsidR="00D05DFE" w:rsidRDefault="00D05DFE" w:rsidP="000F2C96">
      <w:r>
        <w:separator/>
      </w:r>
    </w:p>
  </w:endnote>
  <w:endnote w:type="continuationSeparator" w:id="0">
    <w:p w14:paraId="0546FB50" w14:textId="77777777" w:rsidR="00D05DFE" w:rsidRDefault="00D05DFE" w:rsidP="000F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985AE" w14:textId="77777777" w:rsidR="00A81F27" w:rsidRPr="00A836D8" w:rsidRDefault="00A81F27" w:rsidP="00A836D8">
    <w:pPr>
      <w:pStyle w:val="Footer"/>
      <w:pBdr>
        <w:top w:val="thinThickSmallGap" w:sz="24" w:space="1" w:color="403152"/>
      </w:pBdr>
      <w:tabs>
        <w:tab w:val="clear" w:pos="4680"/>
      </w:tabs>
      <w:rPr>
        <w:rFonts w:ascii="Verdana" w:hAnsi="Verdana"/>
        <w:sz w:val="18"/>
        <w:szCs w:val="18"/>
      </w:rPr>
    </w:pPr>
    <w:r w:rsidRPr="00A836D8">
      <w:rPr>
        <w:rFonts w:ascii="Verdana" w:hAnsi="Verdana"/>
        <w:sz w:val="18"/>
        <w:szCs w:val="18"/>
      </w:rPr>
      <w:t xml:space="preserve">Date Received by Hospice Giving Foundation: </w:t>
    </w:r>
    <w:r w:rsidRPr="000F2C96">
      <w:rPr>
        <w:rFonts w:ascii="Verdana" w:eastAsiaTheme="majorEastAsia" w:hAnsi="Verdana" w:cstheme="majorBidi"/>
        <w:sz w:val="18"/>
        <w:szCs w:val="18"/>
      </w:rPr>
      <w:tab/>
    </w:r>
    <w:r w:rsidRPr="00A836D8">
      <w:rPr>
        <w:rFonts w:ascii="Verdana" w:hAnsi="Verdana"/>
        <w:sz w:val="18"/>
        <w:szCs w:val="18"/>
      </w:rPr>
      <w:t xml:space="preserve">Page </w:t>
    </w:r>
    <w:r w:rsidRPr="00A836D8">
      <w:rPr>
        <w:rFonts w:ascii="Verdana" w:hAnsi="Verdana"/>
        <w:sz w:val="18"/>
        <w:szCs w:val="18"/>
      </w:rPr>
      <w:fldChar w:fldCharType="begin"/>
    </w:r>
    <w:r w:rsidRPr="000F2C96">
      <w:rPr>
        <w:rFonts w:ascii="Verdana" w:hAnsi="Verdana"/>
        <w:sz w:val="18"/>
        <w:szCs w:val="18"/>
      </w:rPr>
      <w:instrText xml:space="preserve"> PAGE   \* MERGEFORMAT </w:instrText>
    </w:r>
    <w:r w:rsidRPr="00A836D8">
      <w:rPr>
        <w:rFonts w:ascii="Verdana" w:hAnsi="Verdana"/>
        <w:sz w:val="18"/>
        <w:szCs w:val="18"/>
      </w:rPr>
      <w:fldChar w:fldCharType="separate"/>
    </w:r>
    <w:r w:rsidR="00157384">
      <w:rPr>
        <w:rFonts w:ascii="Verdana" w:hAnsi="Verdana"/>
        <w:noProof/>
        <w:sz w:val="18"/>
        <w:szCs w:val="18"/>
      </w:rPr>
      <w:t>1</w:t>
    </w:r>
    <w:r w:rsidRPr="00A836D8">
      <w:rPr>
        <w:rFonts w:ascii="Verdana" w:hAnsi="Verdana"/>
        <w:noProof/>
        <w:sz w:val="18"/>
        <w:szCs w:val="18"/>
      </w:rPr>
      <w:fldChar w:fldCharType="end"/>
    </w:r>
  </w:p>
  <w:p w14:paraId="15FA2374" w14:textId="77777777" w:rsidR="00A81F27" w:rsidRDefault="00A81F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5B702" w14:textId="77777777" w:rsidR="00D05DFE" w:rsidRDefault="00D05DFE" w:rsidP="000F2C96">
      <w:r>
        <w:separator/>
      </w:r>
    </w:p>
  </w:footnote>
  <w:footnote w:type="continuationSeparator" w:id="0">
    <w:p w14:paraId="79CC47B3" w14:textId="77777777" w:rsidR="00D05DFE" w:rsidRDefault="00D05DFE" w:rsidP="000F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BDE1F" w14:textId="77777777" w:rsidR="00A81F27" w:rsidRPr="00A836D8" w:rsidRDefault="00273348" w:rsidP="00B15585">
    <w:pPr>
      <w:pStyle w:val="Header"/>
      <w:pBdr>
        <w:bottom w:val="single" w:sz="4" w:space="1" w:color="auto"/>
      </w:pBdr>
      <w:tabs>
        <w:tab w:val="left" w:pos="8310"/>
      </w:tabs>
      <w:jc w:val="right"/>
      <w:rPr>
        <w:rFonts w:ascii="Verdana" w:hAnsi="Verdana"/>
        <w:b/>
        <w:color w:val="5F497A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6F335DD" wp14:editId="5E8E3206">
          <wp:simplePos x="0" y="0"/>
          <wp:positionH relativeFrom="column">
            <wp:posOffset>0</wp:posOffset>
          </wp:positionH>
          <wp:positionV relativeFrom="paragraph">
            <wp:posOffset>-79907</wp:posOffset>
          </wp:positionV>
          <wp:extent cx="2400300" cy="501868"/>
          <wp:effectExtent l="0" t="0" r="0" b="635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01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1F27" w:rsidRPr="000F2C96">
      <w:rPr>
        <w:rFonts w:ascii="Verdana" w:hAnsi="Verdana"/>
        <w:sz w:val="20"/>
        <w:szCs w:val="20"/>
      </w:rPr>
      <w:tab/>
    </w:r>
    <w:r w:rsidR="00A81F27" w:rsidRPr="00A836D8">
      <w:rPr>
        <w:rFonts w:ascii="Verdana" w:hAnsi="Verdana"/>
        <w:b/>
        <w:color w:val="5F497A"/>
        <w:sz w:val="20"/>
        <w:szCs w:val="20"/>
      </w:rPr>
      <w:t xml:space="preserve">HOSPICE GIVING FOUNDATION </w:t>
    </w:r>
  </w:p>
  <w:p w14:paraId="52E50508" w14:textId="77777777" w:rsidR="00A81F27" w:rsidRPr="00B15585" w:rsidRDefault="00A81F27" w:rsidP="00B15585">
    <w:pPr>
      <w:pStyle w:val="Header"/>
      <w:pBdr>
        <w:bottom w:val="single" w:sz="4" w:space="1" w:color="auto"/>
      </w:pBdr>
      <w:tabs>
        <w:tab w:val="left" w:pos="8310"/>
      </w:tabs>
      <w:jc w:val="right"/>
      <w:rPr>
        <w:rFonts w:ascii="Verdana" w:hAnsi="Verdana"/>
        <w:b/>
        <w:sz w:val="20"/>
        <w:szCs w:val="20"/>
      </w:rPr>
    </w:pPr>
    <w:r w:rsidRPr="00A836D8">
      <w:rPr>
        <w:rFonts w:ascii="Verdana" w:hAnsi="Verdana"/>
        <w:b/>
        <w:color w:val="5F497A"/>
        <w:sz w:val="20"/>
        <w:szCs w:val="20"/>
      </w:rPr>
      <w:t>GRANT APPLICATION COVER</w:t>
    </w:r>
  </w:p>
  <w:p w14:paraId="36FEDF78" w14:textId="77777777" w:rsidR="00A81F27" w:rsidRPr="00811C26" w:rsidRDefault="00A81F27" w:rsidP="000F2C96">
    <w:pPr>
      <w:pStyle w:val="Header"/>
      <w:pBdr>
        <w:bottom w:val="single" w:sz="4" w:space="1" w:color="auto"/>
      </w:pBdr>
      <w:tabs>
        <w:tab w:val="left" w:pos="8310"/>
      </w:tabs>
      <w:rPr>
        <w:rFonts w:ascii="Segoe UI" w:hAnsi="Segoe UI" w:cs="Segoe UI"/>
        <w:sz w:val="20"/>
        <w:szCs w:val="20"/>
      </w:rPr>
    </w:pPr>
    <w:r w:rsidRPr="000F2C96">
      <w:rPr>
        <w:rFonts w:ascii="Verdana" w:hAnsi="Verdana"/>
        <w:sz w:val="20"/>
        <w:szCs w:val="20"/>
      </w:rPr>
      <w:tab/>
    </w:r>
    <w:r w:rsidRPr="000F2C96">
      <w:rPr>
        <w:rFonts w:ascii="Verdana" w:hAnsi="Verdana"/>
        <w:sz w:val="20"/>
        <w:szCs w:val="20"/>
      </w:rPr>
      <w:tab/>
    </w:r>
    <w:r w:rsidRPr="00811C26">
      <w:rPr>
        <w:rFonts w:ascii="Segoe UI" w:hAnsi="Segoe UI" w:cs="Segoe UI"/>
        <w:sz w:val="20"/>
        <w:szCs w:val="20"/>
      </w:rPr>
      <w:t>HGF: GAC</w:t>
    </w:r>
  </w:p>
  <w:p w14:paraId="6ACFD715" w14:textId="77777777" w:rsidR="00A81F27" w:rsidRDefault="00A81F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762F1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24"/>
    <w:rsid w:val="0005168C"/>
    <w:rsid w:val="000F2C96"/>
    <w:rsid w:val="00157384"/>
    <w:rsid w:val="001B02CB"/>
    <w:rsid w:val="00273348"/>
    <w:rsid w:val="002B09AF"/>
    <w:rsid w:val="003F1050"/>
    <w:rsid w:val="004D014B"/>
    <w:rsid w:val="00576940"/>
    <w:rsid w:val="0057797B"/>
    <w:rsid w:val="00587AA1"/>
    <w:rsid w:val="0059366C"/>
    <w:rsid w:val="005959F0"/>
    <w:rsid w:val="006252DD"/>
    <w:rsid w:val="007E7965"/>
    <w:rsid w:val="00811C26"/>
    <w:rsid w:val="009A03F2"/>
    <w:rsid w:val="00A30CAC"/>
    <w:rsid w:val="00A52DD2"/>
    <w:rsid w:val="00A81F27"/>
    <w:rsid w:val="00A836D8"/>
    <w:rsid w:val="00A87EAF"/>
    <w:rsid w:val="00B15585"/>
    <w:rsid w:val="00C44568"/>
    <w:rsid w:val="00D05DFE"/>
    <w:rsid w:val="00E17FF9"/>
    <w:rsid w:val="00F22324"/>
    <w:rsid w:val="00F45ED1"/>
    <w:rsid w:val="00F7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26319"/>
  <w15:docId w15:val="{73635D44-CC90-284B-824F-27D657A2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mbr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4568"/>
    <w:rPr>
      <w:rFonts w:ascii="Gill Sans MT" w:eastAsia="Times New Roman" w:hAnsi="Gill Sans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E7965"/>
    <w:pPr>
      <w:framePr w:w="7920" w:h="1980" w:hRule="exact" w:hSpace="180" w:wrap="auto" w:hAnchor="page" w:xAlign="center" w:yAlign="bottom"/>
      <w:ind w:left="2880"/>
    </w:pPr>
    <w:rPr>
      <w:rFonts w:ascii="Calibri" w:hAnsi="Calibri"/>
    </w:rPr>
  </w:style>
  <w:style w:type="paragraph" w:styleId="NoSpacing">
    <w:name w:val="No Spacing"/>
    <w:uiPriority w:val="1"/>
    <w:qFormat/>
    <w:rsid w:val="00F22324"/>
    <w:pPr>
      <w:widowControl w:val="0"/>
    </w:pPr>
    <w:rPr>
      <w:rFonts w:eastAsia="Calibr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2232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F2232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PlaceholderText">
    <w:name w:val="Placeholder Text"/>
    <w:uiPriority w:val="99"/>
    <w:semiHidden/>
    <w:rsid w:val="003F10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10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C9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F2C96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2C9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F2C96"/>
    <w:rPr>
      <w:rFonts w:ascii="Gill Sans MT" w:eastAsia="Times New Roman" w:hAnsi="Gill Sans M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3BE-5797-6D44-A8F5-173AAB53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Greene</dc:creator>
  <cp:keywords/>
  <cp:lastModifiedBy>chad b freeman</cp:lastModifiedBy>
  <cp:revision>3</cp:revision>
  <cp:lastPrinted>2017-12-12T01:15:00Z</cp:lastPrinted>
  <dcterms:created xsi:type="dcterms:W3CDTF">2018-03-07T00:42:00Z</dcterms:created>
  <dcterms:modified xsi:type="dcterms:W3CDTF">2019-10-07T16:44:00Z</dcterms:modified>
</cp:coreProperties>
</file>